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0AD44618" w14:textId="77777777" w:rsidR="00F429F0" w:rsidRDefault="00634FF0" w:rsidP="002A37B2">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r w:rsidR="009C090B">
        <w:t xml:space="preserve">väljakuulutamiseta läbirääkimistega hankemenetlus </w:t>
      </w:r>
    </w:p>
    <w:p w14:paraId="3344ED34" w14:textId="11029363" w:rsidR="00634FF0" w:rsidRPr="00207F13" w:rsidRDefault="00F429F0" w:rsidP="002A37B2">
      <w:pPr>
        <w:jc w:val="both"/>
      </w:pPr>
      <w:r>
        <w:t>nr 1-47</w:t>
      </w:r>
      <w:r w:rsidR="0066329F">
        <w:t>.3222</w:t>
      </w:r>
      <w:r>
        <w:t xml:space="preserve"> </w:t>
      </w:r>
      <w:r w:rsidR="00D1019C" w:rsidRPr="00D1019C">
        <w:t>„Varbola linnuse ja telkimisala väikevormide arhitektuurse lahenduse ideekonkurss” (viitenumber 286102)</w:t>
      </w:r>
      <w:r>
        <w:t xml:space="preserve"> </w:t>
      </w:r>
      <w:r w:rsidR="00634FF0"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2691D736"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23A9C" w:rsidRPr="003C7ABC">
        <w:rPr>
          <w:i/>
          <w:iCs/>
        </w:rPr>
        <w:t>„</w:t>
      </w:r>
      <w:r w:rsidR="002A37B2" w:rsidRPr="003C7ABC">
        <w:rPr>
          <w:i/>
          <w:iCs/>
        </w:rPr>
        <w:t xml:space="preserve">Varbola linnuse ja telkimisala </w:t>
      </w:r>
      <w:r w:rsidR="00A23A9C" w:rsidRPr="003C7ABC">
        <w:rPr>
          <w:i/>
          <w:iCs/>
        </w:rPr>
        <w:t>projekteerimistööd“</w:t>
      </w:r>
      <w:r w:rsidR="00A23A9C" w:rsidRPr="00F734BD">
        <w:t xml:space="preserve"> </w:t>
      </w:r>
      <w:r w:rsidR="00F80F3D" w:rsidRPr="00F734BD">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63ED4C6"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lastRenderedPageBreak/>
        <w:t xml:space="preserve">edaspidi </w:t>
      </w:r>
      <w:r w:rsidR="00CD52E7" w:rsidRPr="00EC3CBD">
        <w:t>p</w:t>
      </w:r>
      <w:r w:rsidRPr="00EC3CBD">
        <w:t>rojekteerimise tähtajad. Kogu proj</w:t>
      </w:r>
      <w:r w:rsidR="00662208" w:rsidRPr="00EC3CBD">
        <w:t xml:space="preserve">ekt peab valmis olema </w:t>
      </w:r>
      <w:r w:rsidR="00662208" w:rsidRPr="000E6519">
        <w:rPr>
          <w:i/>
          <w:iCs/>
        </w:rPr>
        <w:t>hiljemalt</w:t>
      </w:r>
      <w:r w:rsidRPr="000E6519">
        <w:rPr>
          <w:i/>
          <w:iCs/>
        </w:rPr>
        <w:t xml:space="preserve"> </w:t>
      </w:r>
      <w:r w:rsidR="00891ED1" w:rsidRPr="000E6519">
        <w:rPr>
          <w:i/>
          <w:iCs/>
        </w:rPr>
        <w:t>(</w:t>
      </w:r>
      <w:r w:rsidR="000E6519" w:rsidRPr="000E6519">
        <w:rPr>
          <w:i/>
          <w:iCs/>
        </w:rPr>
        <w:t>5</w:t>
      </w:r>
      <w:r w:rsidR="00891ED1" w:rsidRPr="000E6519">
        <w:rPr>
          <w:i/>
          <w:iCs/>
        </w:rPr>
        <w:t xml:space="preserve">) </w:t>
      </w:r>
      <w:r w:rsidR="000E6519" w:rsidRPr="000E6519">
        <w:rPr>
          <w:i/>
          <w:iCs/>
        </w:rPr>
        <w:t xml:space="preserve">viis </w:t>
      </w:r>
      <w:r w:rsidRPr="000E6519">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530AC609"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1734FD">
        <w:t>…….</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6A5084"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4C042347"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 xml:space="preserve">iitenumber: </w:t>
      </w:r>
      <w:r w:rsidR="007E388E">
        <w:rPr>
          <w:lang w:eastAsia="ar-SA"/>
        </w:rPr>
        <w:t>…</w:t>
      </w:r>
      <w:r w:rsidR="00163203">
        <w:rPr>
          <w:lang w:eastAsia="ar-SA"/>
        </w:rPr>
        <w:t xml:space="preserve"> alusdokumendid, mh  </w:t>
      </w:r>
      <w:r w:rsidRPr="00100752">
        <w:rPr>
          <w:lang w:eastAsia="ar-SA"/>
        </w:rPr>
        <w:t>Tellija lähteülesanded (</w:t>
      </w:r>
      <w:r w:rsidR="00B031A5">
        <w:rPr>
          <w:lang w:eastAsia="ar-SA"/>
        </w:rPr>
        <w:t>alla laetavad</w:t>
      </w:r>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1D5A137A" w:rsidR="009E4534" w:rsidRPr="000D27DD" w:rsidRDefault="009E4534" w:rsidP="0D726E59">
      <w:pPr>
        <w:suppressAutoHyphens/>
        <w:rPr>
          <w:i/>
          <w:iCs/>
          <w:kern w:val="1"/>
          <w:lang w:eastAsia="ar-SA"/>
        </w:rPr>
      </w:pPr>
      <w:r w:rsidRPr="000D27DD">
        <w:rPr>
          <w:b/>
          <w:bCs/>
          <w:kern w:val="1"/>
          <w:lang w:eastAsia="ar-SA"/>
        </w:rPr>
        <w:t>1. E</w:t>
      </w:r>
      <w:r w:rsidR="00A15311" w:rsidRPr="000D27DD">
        <w:rPr>
          <w:b/>
          <w:bCs/>
          <w:kern w:val="1"/>
          <w:lang w:eastAsia="ar-SA"/>
        </w:rPr>
        <w:t>skiislahendus</w:t>
      </w:r>
      <w:r w:rsidR="004E36BA" w:rsidRPr="000D27DD">
        <w:rPr>
          <w:b/>
          <w:bCs/>
          <w:kern w:val="1"/>
          <w:lang w:eastAsia="ar-SA"/>
        </w:rPr>
        <w:t xml:space="preserve"> ja </w:t>
      </w:r>
      <w:r w:rsidR="00AF46DA" w:rsidRPr="000D27DD">
        <w:rPr>
          <w:b/>
          <w:bCs/>
          <w:kern w:val="1"/>
          <w:lang w:eastAsia="ar-SA"/>
        </w:rPr>
        <w:t>eelprojekt</w:t>
      </w:r>
      <w:r w:rsidRPr="000D27DD">
        <w:rPr>
          <w:b/>
          <w:bCs/>
          <w:kern w:val="1"/>
          <w:lang w:eastAsia="ar-SA"/>
        </w:rPr>
        <w:t xml:space="preserve"> </w:t>
      </w:r>
      <w:r w:rsidRPr="000D27DD">
        <w:rPr>
          <w:b/>
          <w:bCs/>
          <w:i/>
          <w:iCs/>
          <w:kern w:val="1"/>
          <w:lang w:eastAsia="ar-SA"/>
        </w:rPr>
        <w:t>(digitaalselt)</w:t>
      </w:r>
    </w:p>
    <w:p w14:paraId="65BF5204" w14:textId="77777777" w:rsidR="009E4534" w:rsidRPr="000D27DD" w:rsidRDefault="009E4534" w:rsidP="009E4534">
      <w:pPr>
        <w:tabs>
          <w:tab w:val="left" w:pos="0"/>
        </w:tabs>
        <w:suppressAutoHyphens/>
        <w:ind w:left="360"/>
        <w:jc w:val="both"/>
        <w:rPr>
          <w:kern w:val="1"/>
          <w:szCs w:val="20"/>
          <w:lang w:eastAsia="ar-SA"/>
        </w:rPr>
      </w:pPr>
    </w:p>
    <w:p w14:paraId="77BA4FB9" w14:textId="77777777" w:rsidR="009E4534" w:rsidRPr="000D27DD" w:rsidRDefault="009E4534" w:rsidP="009E4534">
      <w:pPr>
        <w:suppressAutoHyphens/>
        <w:ind w:left="360"/>
        <w:jc w:val="both"/>
        <w:rPr>
          <w:i/>
          <w:kern w:val="1"/>
          <w:szCs w:val="20"/>
          <w:lang w:eastAsia="ar-SA"/>
        </w:rPr>
      </w:pPr>
      <w:r w:rsidRPr="000D27DD">
        <w:rPr>
          <w:i/>
          <w:kern w:val="1"/>
          <w:szCs w:val="20"/>
          <w:lang w:eastAsia="ar-SA"/>
        </w:rPr>
        <w:t>Projekteerimisega seotud eelnevad uuringud ja mõõdistused.</w:t>
      </w:r>
    </w:p>
    <w:p w14:paraId="4191581B" w14:textId="0EC6E588" w:rsidR="009E4534" w:rsidRPr="00100752" w:rsidRDefault="009E4534" w:rsidP="009E4534">
      <w:pPr>
        <w:suppressAutoHyphens/>
        <w:ind w:left="360"/>
        <w:jc w:val="both"/>
        <w:rPr>
          <w:i/>
          <w:kern w:val="1"/>
          <w:szCs w:val="20"/>
          <w:lang w:eastAsia="ar-SA"/>
        </w:rPr>
      </w:pPr>
      <w:r w:rsidRPr="000D27DD">
        <w:rPr>
          <w:i/>
          <w:kern w:val="1"/>
          <w:szCs w:val="20"/>
          <w:lang w:eastAsia="ar-SA"/>
        </w:rPr>
        <w:t xml:space="preserve">Seletuskirja ja jooniste koostamine projektlahenduse väljaselgitamiseks Tellijale vastuvõetava </w:t>
      </w:r>
      <w:r w:rsidR="004E36BA" w:rsidRPr="000D27DD">
        <w:rPr>
          <w:i/>
          <w:kern w:val="1"/>
          <w:szCs w:val="20"/>
          <w:lang w:eastAsia="ar-SA"/>
        </w:rPr>
        <w:t xml:space="preserve">ja kooskõlastatud </w:t>
      </w:r>
      <w:r w:rsidRPr="000D27DD">
        <w:rPr>
          <w:i/>
          <w:kern w:val="1"/>
          <w:szCs w:val="20"/>
          <w:lang w:eastAsia="ar-SA"/>
        </w:rPr>
        <w:t>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506DC332"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CD2D1E" w:rsidRPr="000E6369">
        <w:rPr>
          <w:kern w:val="1"/>
          <w:szCs w:val="20"/>
          <w:lang w:eastAsia="ar-SA"/>
        </w:rPr>
        <w:t>……</w:t>
      </w:r>
      <w:r w:rsidRPr="000E6369">
        <w:rPr>
          <w:kern w:val="1"/>
          <w:szCs w:val="20"/>
          <w:lang w:eastAsia="ar-SA"/>
        </w:rPr>
        <w:t xml:space="preserve"> 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67918784" w:rsidR="00D33785" w:rsidRPr="00100752" w:rsidRDefault="00A15311" w:rsidP="0D726E59">
      <w:pPr>
        <w:suppressAutoHyphens/>
        <w:jc w:val="both"/>
        <w:rPr>
          <w:i/>
          <w:iCs/>
          <w:strike/>
          <w:color w:val="FFC000"/>
          <w:kern w:val="1"/>
          <w:lang w:eastAsia="ar-SA"/>
        </w:rPr>
      </w:pPr>
      <w:r w:rsidRPr="0D726E59">
        <w:rPr>
          <w:b/>
          <w:bCs/>
          <w:kern w:val="1"/>
          <w:lang w:eastAsia="ar-SA"/>
        </w:rPr>
        <w:t>2</w:t>
      </w:r>
      <w:r w:rsidR="009E4534" w:rsidRPr="0D726E59">
        <w:rPr>
          <w:b/>
          <w:bCs/>
          <w:kern w:val="1"/>
          <w:lang w:eastAsia="ar-SA"/>
        </w:rPr>
        <w:t>.</w:t>
      </w:r>
      <w:r w:rsidRPr="0D726E59">
        <w:rPr>
          <w:b/>
          <w:bCs/>
          <w:kern w:val="1"/>
          <w:lang w:eastAsia="ar-SA"/>
        </w:rPr>
        <w:t xml:space="preserve"> </w:t>
      </w:r>
      <w:r w:rsidR="004E36BA" w:rsidRPr="000D27DD">
        <w:rPr>
          <w:b/>
          <w:bCs/>
          <w:kern w:val="1"/>
          <w:lang w:eastAsia="ar-SA"/>
        </w:rPr>
        <w:t>Põhiprojekt (</w:t>
      </w:r>
      <w:r w:rsidR="004E36BA" w:rsidRPr="000D27DD">
        <w:rPr>
          <w:b/>
          <w:bCs/>
          <w:i/>
          <w:iCs/>
          <w:kern w:val="1"/>
          <w:lang w:eastAsia="ar-SA"/>
        </w:rPr>
        <w:t>digitaalselt</w:t>
      </w:r>
      <w:r w:rsidR="004E36BA" w:rsidRPr="000D27DD">
        <w:rPr>
          <w:b/>
          <w:bCs/>
          <w:kern w:val="1"/>
          <w:lang w:eastAsia="ar-SA"/>
        </w:rPr>
        <w:t xml:space="preserve">) </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6F26E00" w14:textId="77777777" w:rsidR="006A5084" w:rsidRDefault="00D33785" w:rsidP="00D33785">
      <w:pPr>
        <w:suppressAutoHyphens/>
        <w:ind w:left="360"/>
        <w:jc w:val="both"/>
        <w:rPr>
          <w:kern w:val="1"/>
          <w:szCs w:val="20"/>
          <w:lang w:eastAsia="ar-SA"/>
        </w:rPr>
      </w:pPr>
      <w:r w:rsidRPr="000E6369">
        <w:rPr>
          <w:kern w:val="1"/>
          <w:szCs w:val="20"/>
          <w:lang w:eastAsia="ar-SA"/>
        </w:rPr>
        <w:t xml:space="preserve">tähtaeg </w:t>
      </w:r>
      <w:r w:rsidR="00CD2D1E" w:rsidRPr="000E6369">
        <w:rPr>
          <w:kern w:val="1"/>
          <w:szCs w:val="20"/>
          <w:lang w:eastAsia="ar-SA"/>
        </w:rPr>
        <w:t>…….</w:t>
      </w:r>
      <w:r w:rsidR="009D1CED" w:rsidRPr="000E6369">
        <w:rPr>
          <w:kern w:val="1"/>
          <w:szCs w:val="20"/>
          <w:lang w:eastAsia="ar-SA"/>
        </w:rPr>
        <w:t xml:space="preserve"> </w:t>
      </w:r>
      <w:r w:rsidRPr="000E6369">
        <w:rPr>
          <w:kern w:val="1"/>
          <w:szCs w:val="20"/>
          <w:lang w:eastAsia="ar-SA"/>
        </w:rPr>
        <w:t xml:space="preserve"> kuud</w:t>
      </w:r>
      <w:r w:rsidRPr="00100752">
        <w:rPr>
          <w:kern w:val="1"/>
          <w:szCs w:val="20"/>
          <w:lang w:eastAsia="ar-SA"/>
        </w:rPr>
        <w:t xml:space="preserve"> peale lepingu allkirjastamist poolte poolt. </w:t>
      </w:r>
    </w:p>
    <w:p w14:paraId="76A81347" w14:textId="77777777" w:rsidR="006A5084" w:rsidRDefault="006A5084" w:rsidP="00D33785">
      <w:pPr>
        <w:suppressAutoHyphens/>
        <w:ind w:left="360"/>
        <w:jc w:val="both"/>
        <w:rPr>
          <w:kern w:val="1"/>
          <w:szCs w:val="20"/>
          <w:lang w:eastAsia="ar-SA"/>
        </w:rPr>
      </w:pPr>
    </w:p>
    <w:p w14:paraId="225B2E04" w14:textId="70E6A026" w:rsidR="00D33785" w:rsidRPr="006A5084" w:rsidRDefault="006A5084" w:rsidP="006A5084">
      <w:pPr>
        <w:suppressAutoHyphens/>
        <w:jc w:val="both"/>
        <w:rPr>
          <w:b/>
          <w:bCs/>
          <w:kern w:val="1"/>
          <w:szCs w:val="20"/>
          <w:lang w:eastAsia="ar-SA"/>
        </w:rPr>
      </w:pPr>
      <w:r w:rsidRPr="006A5084">
        <w:rPr>
          <w:b/>
          <w:bCs/>
          <w:kern w:val="1"/>
          <w:szCs w:val="20"/>
          <w:lang w:eastAsia="ar-SA"/>
        </w:rPr>
        <w:t>3. T</w:t>
      </w:r>
      <w:r w:rsidRPr="006A5084">
        <w:rPr>
          <w:b/>
          <w:bCs/>
          <w:kern w:val="1"/>
          <w:szCs w:val="20"/>
          <w:lang w:eastAsia="ar-SA"/>
        </w:rPr>
        <w:t>ööprojekt</w:t>
      </w:r>
      <w:r w:rsidRPr="006A5084">
        <w:rPr>
          <w:b/>
          <w:bCs/>
          <w:kern w:val="1"/>
          <w:szCs w:val="20"/>
          <w:lang w:eastAsia="ar-SA"/>
        </w:rPr>
        <w:t xml:space="preserve"> </w:t>
      </w:r>
      <w:r w:rsidRPr="006A5084">
        <w:rPr>
          <w:b/>
          <w:bCs/>
          <w:kern w:val="1"/>
          <w:szCs w:val="20"/>
          <w:lang w:eastAsia="ar-SA"/>
        </w:rPr>
        <w:t>(paber- ja digitaalsel andmekandjal)</w:t>
      </w:r>
      <w:r w:rsidR="00D33785" w:rsidRPr="006A5084">
        <w:rPr>
          <w:b/>
          <w:bCs/>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7CE20E5D" w14:textId="77777777" w:rsidR="006A5084" w:rsidRPr="00100752" w:rsidRDefault="006A5084" w:rsidP="006A5084">
      <w:pPr>
        <w:suppressAutoHyphens/>
        <w:spacing w:after="120"/>
        <w:ind w:left="357"/>
        <w:jc w:val="both"/>
        <w:rPr>
          <w:kern w:val="1"/>
          <w:szCs w:val="20"/>
          <w:lang w:eastAsia="ar-SA"/>
        </w:rPr>
      </w:pPr>
      <w:r w:rsidRPr="00100752">
        <w:rPr>
          <w:kern w:val="1"/>
          <w:szCs w:val="20"/>
          <w:lang w:eastAsia="ar-SA"/>
        </w:rPr>
        <w:t>maksumus ……………………. eurot</w:t>
      </w:r>
      <w:r>
        <w:rPr>
          <w:kern w:val="1"/>
          <w:szCs w:val="20"/>
          <w:lang w:eastAsia="ar-SA"/>
        </w:rPr>
        <w:t>, millele lisandub käibemaks</w:t>
      </w:r>
      <w:r w:rsidRPr="00100752">
        <w:rPr>
          <w:kern w:val="1"/>
          <w:szCs w:val="20"/>
          <w:lang w:eastAsia="ar-SA"/>
        </w:rPr>
        <w:t>;</w:t>
      </w:r>
    </w:p>
    <w:p w14:paraId="074E126E" w14:textId="77777777" w:rsidR="006A5084" w:rsidRDefault="006A5084" w:rsidP="006A5084">
      <w:pPr>
        <w:suppressAutoHyphens/>
        <w:ind w:left="360"/>
        <w:jc w:val="both"/>
        <w:rPr>
          <w:kern w:val="1"/>
          <w:szCs w:val="20"/>
          <w:lang w:eastAsia="ar-SA"/>
        </w:rPr>
      </w:pPr>
      <w:r w:rsidRPr="000E6369">
        <w:rPr>
          <w:kern w:val="1"/>
          <w:szCs w:val="20"/>
          <w:lang w:eastAsia="ar-SA"/>
        </w:rPr>
        <w:t>tähtaeg …….  kuud</w:t>
      </w:r>
      <w:r w:rsidRPr="00100752">
        <w:rPr>
          <w:kern w:val="1"/>
          <w:szCs w:val="20"/>
          <w:lang w:eastAsia="ar-SA"/>
        </w:rPr>
        <w:t xml:space="preserve"> peale lepingu allkirjastamist poolte poolt. </w:t>
      </w: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F094F" w14:textId="77777777" w:rsidR="002E3ABA" w:rsidRDefault="002E3ABA">
      <w:r>
        <w:separator/>
      </w:r>
    </w:p>
  </w:endnote>
  <w:endnote w:type="continuationSeparator" w:id="0">
    <w:p w14:paraId="7413D50A" w14:textId="77777777" w:rsidR="002E3ABA" w:rsidRDefault="002E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41448" w14:textId="77777777" w:rsidR="002E3ABA" w:rsidRDefault="002E3ABA">
      <w:r>
        <w:separator/>
      </w:r>
    </w:p>
  </w:footnote>
  <w:footnote w:type="continuationSeparator" w:id="0">
    <w:p w14:paraId="77FD2929" w14:textId="77777777" w:rsidR="002E3ABA" w:rsidRDefault="002E3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6E7FB" w14:textId="380118AC" w:rsidR="00A34A31" w:rsidRDefault="00A34A31" w:rsidP="00A34A31">
    <w:pPr>
      <w:pStyle w:val="Pealkiri"/>
      <w:jc w:val="right"/>
    </w:pPr>
    <w:r>
      <w:t xml:space="preserve">Lisa </w:t>
    </w:r>
    <w:r w:rsidR="00F65076">
      <w:t xml:space="preserve">3 </w:t>
    </w:r>
    <w:r>
      <w:t>Projekteerimislepingu projekt</w:t>
    </w:r>
  </w:p>
  <w:p w14:paraId="6C27B858" w14:textId="6B30151D" w:rsidR="00207F13" w:rsidRDefault="00993CFA" w:rsidP="004B4B36">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A3546"/>
    <w:rsid w:val="000B24B2"/>
    <w:rsid w:val="000B25CA"/>
    <w:rsid w:val="000B6C5B"/>
    <w:rsid w:val="000C52F9"/>
    <w:rsid w:val="000D27DD"/>
    <w:rsid w:val="000D4B7E"/>
    <w:rsid w:val="000E6369"/>
    <w:rsid w:val="000E6519"/>
    <w:rsid w:val="000F573A"/>
    <w:rsid w:val="00100752"/>
    <w:rsid w:val="00117F0D"/>
    <w:rsid w:val="001222F1"/>
    <w:rsid w:val="00130781"/>
    <w:rsid w:val="0013352E"/>
    <w:rsid w:val="00146AF6"/>
    <w:rsid w:val="00163203"/>
    <w:rsid w:val="0016496E"/>
    <w:rsid w:val="001734FD"/>
    <w:rsid w:val="00180E85"/>
    <w:rsid w:val="00187866"/>
    <w:rsid w:val="001C3FAD"/>
    <w:rsid w:val="001D3892"/>
    <w:rsid w:val="001D77EE"/>
    <w:rsid w:val="001E4288"/>
    <w:rsid w:val="001F775C"/>
    <w:rsid w:val="00207F13"/>
    <w:rsid w:val="0021322F"/>
    <w:rsid w:val="00222E23"/>
    <w:rsid w:val="002437D4"/>
    <w:rsid w:val="00252E87"/>
    <w:rsid w:val="00270B13"/>
    <w:rsid w:val="00272DA6"/>
    <w:rsid w:val="0029343E"/>
    <w:rsid w:val="00294162"/>
    <w:rsid w:val="002A37B2"/>
    <w:rsid w:val="002B143E"/>
    <w:rsid w:val="002B20A0"/>
    <w:rsid w:val="002B64A9"/>
    <w:rsid w:val="002C4678"/>
    <w:rsid w:val="002D2647"/>
    <w:rsid w:val="002E3ABA"/>
    <w:rsid w:val="003007F8"/>
    <w:rsid w:val="00301D54"/>
    <w:rsid w:val="00311242"/>
    <w:rsid w:val="00312480"/>
    <w:rsid w:val="00321530"/>
    <w:rsid w:val="0033099A"/>
    <w:rsid w:val="00334452"/>
    <w:rsid w:val="00337FC6"/>
    <w:rsid w:val="0034780F"/>
    <w:rsid w:val="00355FCD"/>
    <w:rsid w:val="0035627B"/>
    <w:rsid w:val="0037187B"/>
    <w:rsid w:val="003731BF"/>
    <w:rsid w:val="00377D65"/>
    <w:rsid w:val="003911CB"/>
    <w:rsid w:val="003B3FCC"/>
    <w:rsid w:val="003C6351"/>
    <w:rsid w:val="003C70DA"/>
    <w:rsid w:val="003C7ABC"/>
    <w:rsid w:val="003D1FD3"/>
    <w:rsid w:val="003D4F57"/>
    <w:rsid w:val="003D60F3"/>
    <w:rsid w:val="003F26F1"/>
    <w:rsid w:val="003F2AFA"/>
    <w:rsid w:val="00402796"/>
    <w:rsid w:val="0040704F"/>
    <w:rsid w:val="00437D85"/>
    <w:rsid w:val="00474CCC"/>
    <w:rsid w:val="00483303"/>
    <w:rsid w:val="0048584E"/>
    <w:rsid w:val="004B4B36"/>
    <w:rsid w:val="004C4261"/>
    <w:rsid w:val="004E0F49"/>
    <w:rsid w:val="004E36BA"/>
    <w:rsid w:val="004F3FE6"/>
    <w:rsid w:val="00551773"/>
    <w:rsid w:val="00573E76"/>
    <w:rsid w:val="00597F16"/>
    <w:rsid w:val="005B1C24"/>
    <w:rsid w:val="005D6C7E"/>
    <w:rsid w:val="005E0033"/>
    <w:rsid w:val="005F3F19"/>
    <w:rsid w:val="0061474F"/>
    <w:rsid w:val="00616409"/>
    <w:rsid w:val="00634FF0"/>
    <w:rsid w:val="00653D9B"/>
    <w:rsid w:val="00662208"/>
    <w:rsid w:val="0066329F"/>
    <w:rsid w:val="006669FD"/>
    <w:rsid w:val="006725E5"/>
    <w:rsid w:val="00672EAA"/>
    <w:rsid w:val="006833CD"/>
    <w:rsid w:val="00687CD8"/>
    <w:rsid w:val="006921B3"/>
    <w:rsid w:val="006A5084"/>
    <w:rsid w:val="006B6A81"/>
    <w:rsid w:val="006C23CE"/>
    <w:rsid w:val="006F20A8"/>
    <w:rsid w:val="006F38A6"/>
    <w:rsid w:val="00701EC5"/>
    <w:rsid w:val="00705EDC"/>
    <w:rsid w:val="00720C5F"/>
    <w:rsid w:val="007337BF"/>
    <w:rsid w:val="007548FE"/>
    <w:rsid w:val="00764935"/>
    <w:rsid w:val="0076689E"/>
    <w:rsid w:val="00770519"/>
    <w:rsid w:val="0077124A"/>
    <w:rsid w:val="00772CAB"/>
    <w:rsid w:val="007926C9"/>
    <w:rsid w:val="00793C2D"/>
    <w:rsid w:val="007B1309"/>
    <w:rsid w:val="007C4EDC"/>
    <w:rsid w:val="007C58DC"/>
    <w:rsid w:val="007D392A"/>
    <w:rsid w:val="007E388E"/>
    <w:rsid w:val="008071A6"/>
    <w:rsid w:val="0081346C"/>
    <w:rsid w:val="00831570"/>
    <w:rsid w:val="00840C09"/>
    <w:rsid w:val="0085250A"/>
    <w:rsid w:val="008633AC"/>
    <w:rsid w:val="00867887"/>
    <w:rsid w:val="00886794"/>
    <w:rsid w:val="00887B9B"/>
    <w:rsid w:val="00891ED1"/>
    <w:rsid w:val="00895B8C"/>
    <w:rsid w:val="00896385"/>
    <w:rsid w:val="008A43C7"/>
    <w:rsid w:val="008B1F2F"/>
    <w:rsid w:val="008C0E08"/>
    <w:rsid w:val="008E55EB"/>
    <w:rsid w:val="008E5715"/>
    <w:rsid w:val="009126C5"/>
    <w:rsid w:val="00925E1C"/>
    <w:rsid w:val="009267C2"/>
    <w:rsid w:val="00927A44"/>
    <w:rsid w:val="00943DB2"/>
    <w:rsid w:val="00962F05"/>
    <w:rsid w:val="00981969"/>
    <w:rsid w:val="00991DD6"/>
    <w:rsid w:val="00993CFA"/>
    <w:rsid w:val="009A75D1"/>
    <w:rsid w:val="009B6662"/>
    <w:rsid w:val="009C090B"/>
    <w:rsid w:val="009C2AB5"/>
    <w:rsid w:val="009D1CED"/>
    <w:rsid w:val="009E4534"/>
    <w:rsid w:val="009E727A"/>
    <w:rsid w:val="00A1479A"/>
    <w:rsid w:val="00A15311"/>
    <w:rsid w:val="00A15D1F"/>
    <w:rsid w:val="00A164C6"/>
    <w:rsid w:val="00A23A9C"/>
    <w:rsid w:val="00A24037"/>
    <w:rsid w:val="00A24385"/>
    <w:rsid w:val="00A262AF"/>
    <w:rsid w:val="00A34A31"/>
    <w:rsid w:val="00A506C6"/>
    <w:rsid w:val="00A53EDF"/>
    <w:rsid w:val="00A54A8B"/>
    <w:rsid w:val="00A5646C"/>
    <w:rsid w:val="00A858A3"/>
    <w:rsid w:val="00AC6140"/>
    <w:rsid w:val="00AE027C"/>
    <w:rsid w:val="00AE4593"/>
    <w:rsid w:val="00AF46DA"/>
    <w:rsid w:val="00B02111"/>
    <w:rsid w:val="00B031A5"/>
    <w:rsid w:val="00B1136F"/>
    <w:rsid w:val="00B22127"/>
    <w:rsid w:val="00B34139"/>
    <w:rsid w:val="00B36EC8"/>
    <w:rsid w:val="00B47672"/>
    <w:rsid w:val="00B849BE"/>
    <w:rsid w:val="00B85CD9"/>
    <w:rsid w:val="00B90A21"/>
    <w:rsid w:val="00B9642D"/>
    <w:rsid w:val="00B97297"/>
    <w:rsid w:val="00B97815"/>
    <w:rsid w:val="00BA0F84"/>
    <w:rsid w:val="00BA6375"/>
    <w:rsid w:val="00BB3CB9"/>
    <w:rsid w:val="00BC7FD0"/>
    <w:rsid w:val="00BD579A"/>
    <w:rsid w:val="00BF5D64"/>
    <w:rsid w:val="00C01DEA"/>
    <w:rsid w:val="00C10513"/>
    <w:rsid w:val="00C11329"/>
    <w:rsid w:val="00C37434"/>
    <w:rsid w:val="00C553CC"/>
    <w:rsid w:val="00C5662F"/>
    <w:rsid w:val="00C63BFE"/>
    <w:rsid w:val="00C677AC"/>
    <w:rsid w:val="00CA3076"/>
    <w:rsid w:val="00CB0220"/>
    <w:rsid w:val="00CD2D1E"/>
    <w:rsid w:val="00CD48A2"/>
    <w:rsid w:val="00CD52E7"/>
    <w:rsid w:val="00CE4463"/>
    <w:rsid w:val="00D00DD0"/>
    <w:rsid w:val="00D07E0A"/>
    <w:rsid w:val="00D1019C"/>
    <w:rsid w:val="00D13381"/>
    <w:rsid w:val="00D322AC"/>
    <w:rsid w:val="00D33785"/>
    <w:rsid w:val="00D34B46"/>
    <w:rsid w:val="00D37E26"/>
    <w:rsid w:val="00D42A8F"/>
    <w:rsid w:val="00D7447A"/>
    <w:rsid w:val="00D86A3C"/>
    <w:rsid w:val="00D90FD5"/>
    <w:rsid w:val="00DA46CA"/>
    <w:rsid w:val="00DC7FDF"/>
    <w:rsid w:val="00DD18DC"/>
    <w:rsid w:val="00DD3DF9"/>
    <w:rsid w:val="00DD6D16"/>
    <w:rsid w:val="00DE0752"/>
    <w:rsid w:val="00DE2A44"/>
    <w:rsid w:val="00DE5300"/>
    <w:rsid w:val="00E22664"/>
    <w:rsid w:val="00E24DA2"/>
    <w:rsid w:val="00E32DB2"/>
    <w:rsid w:val="00E3576B"/>
    <w:rsid w:val="00E36FA4"/>
    <w:rsid w:val="00E61950"/>
    <w:rsid w:val="00E74ACF"/>
    <w:rsid w:val="00E82AE4"/>
    <w:rsid w:val="00E85A15"/>
    <w:rsid w:val="00EB6E1F"/>
    <w:rsid w:val="00EC3CBD"/>
    <w:rsid w:val="00ED0D25"/>
    <w:rsid w:val="00ED2357"/>
    <w:rsid w:val="00EE29F4"/>
    <w:rsid w:val="00EE3C2F"/>
    <w:rsid w:val="00EE5EC3"/>
    <w:rsid w:val="00EF3CCA"/>
    <w:rsid w:val="00F429F0"/>
    <w:rsid w:val="00F62E72"/>
    <w:rsid w:val="00F65076"/>
    <w:rsid w:val="00F734BD"/>
    <w:rsid w:val="00F80F3D"/>
    <w:rsid w:val="00F82A5C"/>
    <w:rsid w:val="00F85E41"/>
    <w:rsid w:val="00F87CF6"/>
    <w:rsid w:val="00F91FEA"/>
    <w:rsid w:val="00FA24E8"/>
    <w:rsid w:val="00FB4929"/>
    <w:rsid w:val="00FF247C"/>
    <w:rsid w:val="0D726E59"/>
    <w:rsid w:val="35E679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C3FAD"/>
    <w:rsid w:val="00270B13"/>
    <w:rsid w:val="002818F2"/>
    <w:rsid w:val="003F2AFA"/>
    <w:rsid w:val="004E0F49"/>
    <w:rsid w:val="004F6268"/>
    <w:rsid w:val="005517D4"/>
    <w:rsid w:val="00633CDA"/>
    <w:rsid w:val="0085250A"/>
    <w:rsid w:val="00A5646C"/>
    <w:rsid w:val="00B9642D"/>
    <w:rsid w:val="00BD579A"/>
    <w:rsid w:val="00C01DEA"/>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10</TotalTime>
  <Pages>5</Pages>
  <Words>1434</Words>
  <Characters>11090</Characters>
  <Application>Microsoft Office Word</Application>
  <DocSecurity>0</DocSecurity>
  <Lines>92</Lines>
  <Paragraphs>24</Paragraphs>
  <ScaleCrop>false</ScaleCrop>
  <Company>Riigimetsa Majandamise Keskus</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23</cp:revision>
  <cp:lastPrinted>1900-12-31T22:00:00Z</cp:lastPrinted>
  <dcterms:created xsi:type="dcterms:W3CDTF">2024-10-23T13:07:00Z</dcterms:created>
  <dcterms:modified xsi:type="dcterms:W3CDTF">2024-11-08T07:18:00Z</dcterms:modified>
</cp:coreProperties>
</file>